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225A97" w:rsidRPr="00E960BB" w:rsidRDefault="00225A97" w:rsidP="00225A9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DBF02C9" w:rsidR="00225A97" w:rsidRDefault="00225A97" w:rsidP="00225A9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4319C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1D4737A0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4319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24319C">
        <w:rPr>
          <w:rFonts w:ascii="Corbel" w:hAnsi="Corbel"/>
          <w:sz w:val="20"/>
          <w:szCs w:val="20"/>
        </w:rPr>
        <w:t>2</w:t>
      </w:r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DC68B7" w:rsidRDefault="00F80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 xml:space="preserve">Lidia </w:t>
            </w:r>
            <w:proofErr w:type="spellStart"/>
            <w:r w:rsidR="001815CD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136C1CEF" w:rsidR="00015B8F" w:rsidRPr="009C54AE" w:rsidRDefault="004A48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12313B1E" w:rsidR="00B15ECE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 xml:space="preserve">diagram ryby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5B9B7392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5B9B7392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2227EF71" w:rsidR="0085747A" w:rsidRPr="009C54AE" w:rsidRDefault="004A483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5B9B7392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5B9B7392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5B9B73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5B9B7392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0A1CBB86" w:rsidR="00C61DC5" w:rsidRPr="009C54AE" w:rsidRDefault="004A483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5B9B7392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5B9B7392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 J., Kreatywni w biznesie, Wyd. </w:t>
            </w: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Poltext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Jerzyk E., Leszczyński G., Mruk H., Kreatywność w biznesie, Wyd. AE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Bis J., Innowacyjny model biznesowy – sposób na zwiększenie przewagi konkurencyjnej, Przedsiębiorczość i zarządzanie, pod red B. Kożuch, wyd. SAN tom XIC, zeszyt 13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cz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proofErr w:type="spellEnd"/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Proctor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T., Twórcze rozwiązywanie problemów, GWP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EAFAF" w14:textId="77777777" w:rsidR="00364D09" w:rsidRDefault="00364D09" w:rsidP="00C16ABF">
      <w:pPr>
        <w:spacing w:after="0" w:line="240" w:lineRule="auto"/>
      </w:pPr>
      <w:r>
        <w:separator/>
      </w:r>
    </w:p>
  </w:endnote>
  <w:endnote w:type="continuationSeparator" w:id="0">
    <w:p w14:paraId="09DDB24B" w14:textId="77777777" w:rsidR="00364D09" w:rsidRDefault="00364D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4D2A8" w14:textId="77777777" w:rsidR="00364D09" w:rsidRDefault="00364D09" w:rsidP="00C16ABF">
      <w:pPr>
        <w:spacing w:after="0" w:line="240" w:lineRule="auto"/>
      </w:pPr>
      <w:r>
        <w:separator/>
      </w:r>
    </w:p>
  </w:footnote>
  <w:footnote w:type="continuationSeparator" w:id="0">
    <w:p w14:paraId="72ACEF49" w14:textId="77777777" w:rsidR="00364D09" w:rsidRDefault="00364D0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90AF0"/>
    <w:rsid w:val="00192F37"/>
    <w:rsid w:val="001978EC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319C"/>
    <w:rsid w:val="00244ABC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3F78"/>
    <w:rsid w:val="00364D09"/>
    <w:rsid w:val="00370D76"/>
    <w:rsid w:val="003A0A5B"/>
    <w:rsid w:val="003A1176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83E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1029B"/>
    <w:rsid w:val="00617230"/>
    <w:rsid w:val="00621CE1"/>
    <w:rsid w:val="006360F3"/>
    <w:rsid w:val="00641F95"/>
    <w:rsid w:val="00647FA8"/>
    <w:rsid w:val="006620D9"/>
    <w:rsid w:val="00671958"/>
    <w:rsid w:val="00672634"/>
    <w:rsid w:val="0067516C"/>
    <w:rsid w:val="00675843"/>
    <w:rsid w:val="00696477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81707E"/>
    <w:rsid w:val="008449B3"/>
    <w:rsid w:val="008461A9"/>
    <w:rsid w:val="0085747A"/>
    <w:rsid w:val="00872CC1"/>
    <w:rsid w:val="008768BD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80ED2"/>
    <w:rsid w:val="00F83B28"/>
    <w:rsid w:val="00F96722"/>
    <w:rsid w:val="00FB05C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C3FC03-9200-4927-AAD8-E2FF835DE3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EF9CA-6FBD-439D-953B-217EC55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139DC3-4B93-40F9-B855-F57EB215D34F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873b851-8c95-4849-940f-b0fae918cf6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1000</Words>
  <Characters>6004</Characters>
  <Application>Microsoft Office Word</Application>
  <DocSecurity>0</DocSecurity>
  <Lines>50</Lines>
  <Paragraphs>13</Paragraphs>
  <ScaleCrop>false</ScaleCrop>
  <Company>Acer</Company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16</cp:revision>
  <cp:lastPrinted>2017-02-15T21:41:00Z</cp:lastPrinted>
  <dcterms:created xsi:type="dcterms:W3CDTF">2020-12-04T01:21:00Z</dcterms:created>
  <dcterms:modified xsi:type="dcterms:W3CDTF">2020-12-10T18:52:00Z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